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F8F5E" w14:textId="77777777"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14:paraId="505BC1DE" w14:textId="3D722788"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694F0F">
        <w:rPr>
          <w:rFonts w:ascii="Corbel" w:hAnsi="Corbel"/>
          <w:b/>
          <w:smallCaps/>
          <w:sz w:val="24"/>
          <w:szCs w:val="24"/>
        </w:rPr>
        <w:t>2</w:t>
      </w:r>
      <w:r w:rsidR="00D82D83" w:rsidRPr="00017BFC">
        <w:rPr>
          <w:rFonts w:ascii="Corbel" w:hAnsi="Corbel"/>
          <w:b/>
          <w:smallCaps/>
          <w:sz w:val="24"/>
          <w:szCs w:val="24"/>
        </w:rPr>
        <w:t>/202</w:t>
      </w:r>
      <w:r w:rsidR="00694F0F">
        <w:rPr>
          <w:rFonts w:ascii="Corbel" w:hAnsi="Corbel"/>
          <w:b/>
          <w:smallCaps/>
          <w:sz w:val="24"/>
          <w:szCs w:val="24"/>
        </w:rPr>
        <w:t>7</w:t>
      </w:r>
    </w:p>
    <w:p w14:paraId="6B294EBE" w14:textId="260A3BC1"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A0635F">
        <w:rPr>
          <w:rFonts w:ascii="Corbel" w:hAnsi="Corbel"/>
          <w:b/>
          <w:bCs/>
          <w:sz w:val="24"/>
          <w:szCs w:val="24"/>
        </w:rPr>
        <w:t>202</w:t>
      </w:r>
      <w:r w:rsidR="00694F0F" w:rsidRPr="00A0635F">
        <w:rPr>
          <w:rFonts w:ascii="Corbel" w:hAnsi="Corbel"/>
          <w:b/>
          <w:bCs/>
          <w:sz w:val="24"/>
          <w:szCs w:val="24"/>
        </w:rPr>
        <w:t>2</w:t>
      </w:r>
      <w:r w:rsidR="00066E2B" w:rsidRPr="00A0635F">
        <w:rPr>
          <w:rFonts w:ascii="Corbel" w:hAnsi="Corbel"/>
          <w:b/>
          <w:bCs/>
          <w:sz w:val="24"/>
          <w:szCs w:val="24"/>
        </w:rPr>
        <w:t>/202</w:t>
      </w:r>
      <w:r w:rsidR="00694F0F" w:rsidRPr="00A0635F">
        <w:rPr>
          <w:rFonts w:ascii="Corbel" w:hAnsi="Corbel"/>
          <w:b/>
          <w:bCs/>
          <w:sz w:val="24"/>
          <w:szCs w:val="24"/>
        </w:rPr>
        <w:t>3</w:t>
      </w:r>
    </w:p>
    <w:p w14:paraId="2ABEBAD9" w14:textId="77777777"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2D8F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14:paraId="38290EA1" w14:textId="77777777" w:rsidTr="00B819C8">
        <w:tc>
          <w:tcPr>
            <w:tcW w:w="2694" w:type="dxa"/>
            <w:vAlign w:val="center"/>
          </w:tcPr>
          <w:p w14:paraId="581B7106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CBCA9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14:paraId="6C38C6F8" w14:textId="77777777" w:rsidTr="00B819C8">
        <w:tc>
          <w:tcPr>
            <w:tcW w:w="2694" w:type="dxa"/>
            <w:vAlign w:val="center"/>
          </w:tcPr>
          <w:p w14:paraId="1A22FA4D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E91E35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14:paraId="177CAC05" w14:textId="77777777" w:rsidTr="00B819C8">
        <w:tc>
          <w:tcPr>
            <w:tcW w:w="2694" w:type="dxa"/>
            <w:vAlign w:val="center"/>
          </w:tcPr>
          <w:p w14:paraId="593611A0" w14:textId="77777777"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4F18F2" w14:textId="77777777"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14:paraId="5FA4AF6D" w14:textId="77777777" w:rsidTr="00B819C8">
        <w:tc>
          <w:tcPr>
            <w:tcW w:w="2694" w:type="dxa"/>
            <w:vAlign w:val="center"/>
          </w:tcPr>
          <w:p w14:paraId="24E006D2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72794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14:paraId="71CFA20F" w14:textId="77777777" w:rsidTr="00B819C8">
        <w:tc>
          <w:tcPr>
            <w:tcW w:w="2694" w:type="dxa"/>
            <w:vAlign w:val="center"/>
          </w:tcPr>
          <w:p w14:paraId="4BEADFBC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601CC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14:paraId="38CF46FB" w14:textId="77777777" w:rsidTr="00B819C8">
        <w:tc>
          <w:tcPr>
            <w:tcW w:w="2694" w:type="dxa"/>
            <w:vAlign w:val="center"/>
          </w:tcPr>
          <w:p w14:paraId="45890712" w14:textId="77777777"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E10D7D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14:paraId="26315F30" w14:textId="77777777" w:rsidTr="00B819C8">
        <w:tc>
          <w:tcPr>
            <w:tcW w:w="2694" w:type="dxa"/>
            <w:vAlign w:val="center"/>
          </w:tcPr>
          <w:p w14:paraId="02E2EB7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701DBA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14:paraId="6A79D9F2" w14:textId="77777777" w:rsidTr="00B819C8">
        <w:tc>
          <w:tcPr>
            <w:tcW w:w="2694" w:type="dxa"/>
            <w:vAlign w:val="center"/>
          </w:tcPr>
          <w:p w14:paraId="4F1D6D2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F184A1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14:paraId="0AE74C18" w14:textId="77777777" w:rsidTr="00B819C8">
        <w:tc>
          <w:tcPr>
            <w:tcW w:w="2694" w:type="dxa"/>
            <w:vAlign w:val="center"/>
          </w:tcPr>
          <w:p w14:paraId="5FAB015D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602E91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14:paraId="1EF76470" w14:textId="77777777" w:rsidTr="00B819C8">
        <w:tc>
          <w:tcPr>
            <w:tcW w:w="2694" w:type="dxa"/>
            <w:vAlign w:val="center"/>
          </w:tcPr>
          <w:p w14:paraId="665ED8E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43237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F.4. Technologie </w:t>
            </w:r>
            <w:proofErr w:type="spellStart"/>
            <w:r w:rsidRPr="00017BFC">
              <w:rPr>
                <w:rFonts w:ascii="Corbel" w:hAnsi="Corbel"/>
                <w:b w:val="0"/>
                <w:sz w:val="24"/>
                <w:szCs w:val="24"/>
              </w:rPr>
              <w:t>informacyjno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 - komunikacyjne</w:t>
            </w:r>
          </w:p>
        </w:tc>
      </w:tr>
      <w:tr w:rsidR="00923D7D" w:rsidRPr="00017BFC" w14:paraId="283C5262" w14:textId="77777777" w:rsidTr="00B819C8">
        <w:tc>
          <w:tcPr>
            <w:tcW w:w="2694" w:type="dxa"/>
            <w:vAlign w:val="center"/>
          </w:tcPr>
          <w:p w14:paraId="13D4EB37" w14:textId="77777777"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505E3E" w14:textId="77777777"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14:paraId="40FFDD1D" w14:textId="77777777" w:rsidTr="00B819C8">
        <w:tc>
          <w:tcPr>
            <w:tcW w:w="2694" w:type="dxa"/>
            <w:vAlign w:val="center"/>
          </w:tcPr>
          <w:p w14:paraId="2D31359F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2DB32" w14:textId="77777777"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14:paraId="461F2BDB" w14:textId="77777777" w:rsidTr="00B819C8">
        <w:tc>
          <w:tcPr>
            <w:tcW w:w="2694" w:type="dxa"/>
            <w:vAlign w:val="center"/>
          </w:tcPr>
          <w:p w14:paraId="32D2741B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BD1017" w14:textId="77777777"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14:paraId="34E240CF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DD0D47" w14:textId="77777777"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5352F4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14:paraId="1B42D7C9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5A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14:paraId="185666BE" w14:textId="77777777"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4969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Wykł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1870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4B9F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Konw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B87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FBA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1FE3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1D7C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Prakt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E59B" w14:textId="77777777"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30B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14:paraId="1B963788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9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DF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6110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67A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8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E59B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6A15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B4B8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1E2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992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CDD0A43" w14:textId="77777777"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F8C78" w14:textId="77777777"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14:paraId="791CD997" w14:textId="77777777"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D47BC0" w14:textId="77777777"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9C655F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E9A136" w14:textId="77777777"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14:paraId="2BDA7B32" w14:textId="77777777"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77B4FA30" w14:textId="77777777"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EEF926" w14:textId="77777777"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380B73E5" w14:textId="77777777" w:rsidTr="00745302">
        <w:tc>
          <w:tcPr>
            <w:tcW w:w="9670" w:type="dxa"/>
          </w:tcPr>
          <w:p w14:paraId="0ED90E6F" w14:textId="77777777"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A69DB2E" w14:textId="77777777"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A3606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14:paraId="34C75481" w14:textId="77777777"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14:paraId="5E01A7E9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14:paraId="5F413BEB" w14:textId="77777777" w:rsidTr="00C93E74">
        <w:tc>
          <w:tcPr>
            <w:tcW w:w="675" w:type="dxa"/>
            <w:vAlign w:val="center"/>
          </w:tcPr>
          <w:p w14:paraId="009387B1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6C92FF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14:paraId="2F1CEEDB" w14:textId="77777777" w:rsidTr="00C93E74">
        <w:tc>
          <w:tcPr>
            <w:tcW w:w="675" w:type="dxa"/>
            <w:vAlign w:val="center"/>
          </w:tcPr>
          <w:p w14:paraId="64A485FA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14:paraId="16B4BF55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14:paraId="79446ECA" w14:textId="77777777" w:rsidTr="00C93E74">
        <w:tc>
          <w:tcPr>
            <w:tcW w:w="675" w:type="dxa"/>
            <w:vAlign w:val="center"/>
          </w:tcPr>
          <w:p w14:paraId="04040C46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A577C3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14:paraId="4E11F6D6" w14:textId="77777777" w:rsidTr="00C93E74">
        <w:tc>
          <w:tcPr>
            <w:tcW w:w="675" w:type="dxa"/>
            <w:vAlign w:val="center"/>
          </w:tcPr>
          <w:p w14:paraId="515B3969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3B65F11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14:paraId="7669D48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550C536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54E988F0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E374132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48CCE51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777E9473" w14:textId="77777777"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23761B6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14:paraId="41AC4128" w14:textId="77777777"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14:paraId="084C84A9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14:paraId="60D81E3C" w14:textId="77777777" w:rsidTr="00AB4254">
        <w:tc>
          <w:tcPr>
            <w:tcW w:w="1679" w:type="dxa"/>
          </w:tcPr>
          <w:p w14:paraId="7A89F4CC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1981392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D7AA7E6" w14:textId="77777777"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587D967" w14:textId="77777777"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7AC1CC2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14:paraId="78CB35F9" w14:textId="77777777" w:rsidTr="00C93E74">
        <w:tc>
          <w:tcPr>
            <w:tcW w:w="1679" w:type="dxa"/>
          </w:tcPr>
          <w:p w14:paraId="5E0CC2E1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2A9D1ED6" w14:textId="77777777"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14:paraId="68B4BD33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2B6DB5FD" w14:textId="77777777" w:rsidTr="00C93E74">
        <w:tc>
          <w:tcPr>
            <w:tcW w:w="1679" w:type="dxa"/>
          </w:tcPr>
          <w:p w14:paraId="26E2999B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E2B846E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14:paraId="468467D9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90BB48" w14:textId="77777777"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09B6CB35" w14:textId="77777777" w:rsidTr="00C93E74">
        <w:tc>
          <w:tcPr>
            <w:tcW w:w="1679" w:type="dxa"/>
          </w:tcPr>
          <w:p w14:paraId="2AEB75EA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6176508" w14:textId="4FF7EDEF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</w:t>
            </w:r>
            <w:r w:rsidR="00F97BA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>rningowej oraz poda sposoby jej wykorzystania w procesie komunikowania.</w:t>
            </w:r>
          </w:p>
        </w:tc>
        <w:tc>
          <w:tcPr>
            <w:tcW w:w="1865" w:type="dxa"/>
          </w:tcPr>
          <w:p w14:paraId="6A8BA145" w14:textId="77777777"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1F199262" w14:textId="77777777" w:rsidTr="00C93E74">
        <w:tc>
          <w:tcPr>
            <w:tcW w:w="1679" w:type="dxa"/>
          </w:tcPr>
          <w:p w14:paraId="449E5C63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A4B1B48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E626069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14:paraId="4481FB95" w14:textId="77777777" w:rsidTr="00C93E74">
        <w:tc>
          <w:tcPr>
            <w:tcW w:w="1679" w:type="dxa"/>
          </w:tcPr>
          <w:p w14:paraId="3311855B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235C00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314FA27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14:paraId="76CD7EAF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521018D8" w14:textId="77777777" w:rsidTr="00C93E74">
        <w:tc>
          <w:tcPr>
            <w:tcW w:w="1679" w:type="dxa"/>
          </w:tcPr>
          <w:p w14:paraId="499D4E48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2D1011D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17249107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14:paraId="70DC64B3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95ED03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B25E0F" w14:textId="77777777"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14:paraId="1DCF5AB7" w14:textId="77777777"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14:paraId="122843F6" w14:textId="77777777" w:rsidTr="00C93E74">
        <w:tc>
          <w:tcPr>
            <w:tcW w:w="9520" w:type="dxa"/>
          </w:tcPr>
          <w:p w14:paraId="36D7DC39" w14:textId="77777777"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14:paraId="5131A92A" w14:textId="77777777" w:rsidTr="00C93E74">
        <w:tc>
          <w:tcPr>
            <w:tcW w:w="9520" w:type="dxa"/>
          </w:tcPr>
          <w:p w14:paraId="2DC3F242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5F1FF0" w:rsidRPr="00017BFC" w14:paraId="49990F01" w14:textId="77777777" w:rsidTr="00C93E74">
        <w:tc>
          <w:tcPr>
            <w:tcW w:w="9520" w:type="dxa"/>
          </w:tcPr>
          <w:p w14:paraId="79338C4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14:paraId="56556BD7" w14:textId="77777777" w:rsidTr="00C93E74">
        <w:tc>
          <w:tcPr>
            <w:tcW w:w="9520" w:type="dxa"/>
          </w:tcPr>
          <w:p w14:paraId="0FE16E69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14:paraId="585D0EA3" w14:textId="77777777" w:rsidTr="00C93E74">
        <w:tc>
          <w:tcPr>
            <w:tcW w:w="9520" w:type="dxa"/>
          </w:tcPr>
          <w:p w14:paraId="2616EBB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14:paraId="09751223" w14:textId="77777777" w:rsidTr="00C93E74">
        <w:tc>
          <w:tcPr>
            <w:tcW w:w="9520" w:type="dxa"/>
          </w:tcPr>
          <w:p w14:paraId="0507708A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14:paraId="64107197" w14:textId="77777777" w:rsidTr="00C93E74">
        <w:tc>
          <w:tcPr>
            <w:tcW w:w="9520" w:type="dxa"/>
          </w:tcPr>
          <w:p w14:paraId="6B457E7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14:paraId="42E356A4" w14:textId="77777777" w:rsidTr="00D77AA5">
        <w:trPr>
          <w:trHeight w:val="261"/>
        </w:trPr>
        <w:tc>
          <w:tcPr>
            <w:tcW w:w="9520" w:type="dxa"/>
          </w:tcPr>
          <w:p w14:paraId="65E2A51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14:paraId="0A2DC191" w14:textId="77777777" w:rsidTr="00C93E74">
        <w:tc>
          <w:tcPr>
            <w:tcW w:w="9520" w:type="dxa"/>
          </w:tcPr>
          <w:p w14:paraId="267FA6C6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14:paraId="554CC01E" w14:textId="77777777" w:rsidTr="00C93E74">
        <w:tc>
          <w:tcPr>
            <w:tcW w:w="9520" w:type="dxa"/>
          </w:tcPr>
          <w:p w14:paraId="18677DAB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5F1FF0" w:rsidRPr="00017BFC" w14:paraId="686606DD" w14:textId="77777777" w:rsidTr="00C93E74">
        <w:tc>
          <w:tcPr>
            <w:tcW w:w="9520" w:type="dxa"/>
          </w:tcPr>
          <w:p w14:paraId="7C73252C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14:paraId="130360F4" w14:textId="77777777" w:rsidTr="00C93E74">
        <w:tc>
          <w:tcPr>
            <w:tcW w:w="9520" w:type="dxa"/>
          </w:tcPr>
          <w:p w14:paraId="2D222C1F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14:paraId="59DA0A72" w14:textId="77777777" w:rsidTr="00C93E74">
        <w:tc>
          <w:tcPr>
            <w:tcW w:w="9520" w:type="dxa"/>
          </w:tcPr>
          <w:p w14:paraId="03AB3342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14:paraId="63ADA925" w14:textId="77777777" w:rsidTr="00C93E74">
        <w:tc>
          <w:tcPr>
            <w:tcW w:w="9520" w:type="dxa"/>
          </w:tcPr>
          <w:p w14:paraId="1CCF9C58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5F1FF0" w:rsidRPr="00017BFC" w14:paraId="3C6737E1" w14:textId="77777777" w:rsidTr="00C93E74">
        <w:tc>
          <w:tcPr>
            <w:tcW w:w="9520" w:type="dxa"/>
          </w:tcPr>
          <w:p w14:paraId="183ECDBB" w14:textId="77777777"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5ED78E60" w14:textId="77777777"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7DD856" w14:textId="77777777"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14:paraId="0CE11E75" w14:textId="77777777"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14:paraId="335A1F5C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1D062" w14:textId="77777777"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14:paraId="60540FC6" w14:textId="77777777"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EE0669" w14:textId="77777777"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14:paraId="2D7897B4" w14:textId="77777777"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14:paraId="38DF5092" w14:textId="77777777" w:rsidTr="00B40E3A">
        <w:tc>
          <w:tcPr>
            <w:tcW w:w="1962" w:type="dxa"/>
            <w:vAlign w:val="center"/>
          </w:tcPr>
          <w:p w14:paraId="066098A7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42CD045A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2CC7B0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6F5805C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9FF99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14:paraId="27496691" w14:textId="77777777" w:rsidTr="00066E2B">
        <w:tc>
          <w:tcPr>
            <w:tcW w:w="1962" w:type="dxa"/>
          </w:tcPr>
          <w:p w14:paraId="6A22CF8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480236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14:paraId="52DA99C1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72B22218" w14:textId="77777777" w:rsidTr="00066E2B">
        <w:tc>
          <w:tcPr>
            <w:tcW w:w="1962" w:type="dxa"/>
          </w:tcPr>
          <w:p w14:paraId="45F0A04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3B413781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4FFB31CB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6144646E" w14:textId="77777777" w:rsidTr="00066E2B">
        <w:trPr>
          <w:trHeight w:val="153"/>
        </w:trPr>
        <w:tc>
          <w:tcPr>
            <w:tcW w:w="1962" w:type="dxa"/>
          </w:tcPr>
          <w:p w14:paraId="36D2DB6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378217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14:paraId="36868260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1E0F9511" w14:textId="77777777" w:rsidTr="00066E2B">
        <w:tc>
          <w:tcPr>
            <w:tcW w:w="1962" w:type="dxa"/>
          </w:tcPr>
          <w:p w14:paraId="17CDBBB6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14:paraId="4AA6F03C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14:paraId="015B13B4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3391BCFF" w14:textId="77777777" w:rsidTr="00066E2B">
        <w:tc>
          <w:tcPr>
            <w:tcW w:w="1962" w:type="dxa"/>
          </w:tcPr>
          <w:p w14:paraId="56D67B40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D4335ED" w14:textId="77777777"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14:paraId="1678CE5F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90C5C19" w14:textId="77777777"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A3626A3" w14:textId="77777777"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14:paraId="3A752949" w14:textId="77777777"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76031958" w14:textId="77777777" w:rsidTr="00923D7D">
        <w:tc>
          <w:tcPr>
            <w:tcW w:w="9670" w:type="dxa"/>
          </w:tcPr>
          <w:p w14:paraId="3BBDA8D7" w14:textId="77777777"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6FF02B9E" w14:textId="77777777"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BC646E7" w14:textId="77777777"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9B0B86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14:paraId="301D987A" w14:textId="77777777" w:rsidTr="00C93E74">
        <w:tc>
          <w:tcPr>
            <w:tcW w:w="4962" w:type="dxa"/>
            <w:vAlign w:val="center"/>
          </w:tcPr>
          <w:p w14:paraId="4715D40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B7484F6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14:paraId="54ABA905" w14:textId="77777777" w:rsidTr="00C93E74">
        <w:tc>
          <w:tcPr>
            <w:tcW w:w="4962" w:type="dxa"/>
          </w:tcPr>
          <w:p w14:paraId="7A6F4241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94DB1D3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14:paraId="27430248" w14:textId="77777777" w:rsidTr="00C93E74">
        <w:tc>
          <w:tcPr>
            <w:tcW w:w="4962" w:type="dxa"/>
          </w:tcPr>
          <w:p w14:paraId="587FF597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akademickiego:</w:t>
            </w:r>
          </w:p>
          <w:p w14:paraId="3FFD745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79657A02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068C5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14:paraId="253C97D0" w14:textId="77777777" w:rsidTr="00C93E74">
        <w:tc>
          <w:tcPr>
            <w:tcW w:w="4962" w:type="dxa"/>
          </w:tcPr>
          <w:p w14:paraId="50BB56B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</w:t>
            </w:r>
            <w:bookmarkStart w:id="0" w:name="_GoBack"/>
            <w:bookmarkEnd w:id="0"/>
            <w:r w:rsidRPr="00017BFC">
              <w:rPr>
                <w:rFonts w:ascii="Corbel" w:hAnsi="Corbel"/>
                <w:sz w:val="24"/>
                <w:szCs w:val="24"/>
              </w:rPr>
              <w:t>kontaktowe – praca własna studenta:</w:t>
            </w:r>
          </w:p>
          <w:p w14:paraId="3DFAFDD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60E97DB1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887E5E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08C0A18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6BE44D" w14:textId="77777777"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14:paraId="312256E8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14:paraId="0D6CE291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14:paraId="182CD6BE" w14:textId="77777777" w:rsidTr="00C93E74">
        <w:tc>
          <w:tcPr>
            <w:tcW w:w="4962" w:type="dxa"/>
          </w:tcPr>
          <w:p w14:paraId="2098D6D0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5B1A5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14:paraId="498FE456" w14:textId="77777777" w:rsidTr="00C93E74">
        <w:tc>
          <w:tcPr>
            <w:tcW w:w="4962" w:type="dxa"/>
          </w:tcPr>
          <w:p w14:paraId="0B36FBA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61448E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0378E89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E63E8B2" w14:textId="77777777"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2E715" w14:textId="77777777"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7D21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14:paraId="1CD4994D" w14:textId="77777777"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14:paraId="63AF97BE" w14:textId="77777777" w:rsidTr="00066E2B">
        <w:trPr>
          <w:trHeight w:val="397"/>
        </w:trPr>
        <w:tc>
          <w:tcPr>
            <w:tcW w:w="4111" w:type="dxa"/>
          </w:tcPr>
          <w:p w14:paraId="2309CEA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48BE0B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14:paraId="54CAE93D" w14:textId="77777777" w:rsidTr="00066E2B">
        <w:trPr>
          <w:trHeight w:val="397"/>
        </w:trPr>
        <w:tc>
          <w:tcPr>
            <w:tcW w:w="4111" w:type="dxa"/>
          </w:tcPr>
          <w:p w14:paraId="625D358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DA7BC4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62BD9A" w14:textId="77777777"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07AC2" w14:textId="756FC768" w:rsidR="00017BFC" w:rsidRPr="00017BFC" w:rsidRDefault="00F97BA6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</w:t>
      </w:r>
      <w:r w:rsidR="00017BFC" w:rsidRPr="00017BFC">
        <w:rPr>
          <w:rFonts w:ascii="Corbel" w:hAnsi="Corbel"/>
          <w:smallCaps w:val="0"/>
          <w:szCs w:val="24"/>
        </w:rPr>
        <w:t xml:space="preserve">. LITERATURA </w:t>
      </w:r>
    </w:p>
    <w:p w14:paraId="7D425F0E" w14:textId="77777777"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14:paraId="3D8F69D9" w14:textId="77777777" w:rsidTr="00260E8A">
        <w:tc>
          <w:tcPr>
            <w:tcW w:w="9497" w:type="dxa"/>
          </w:tcPr>
          <w:p w14:paraId="7645A294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7B09C4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533283BC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3F4B3D7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6DA4123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4A5B193A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14:paraId="23E392B9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6C80961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1C0A5310" w14:textId="77777777" w:rsidR="00017BFC" w:rsidRPr="00017BFC" w:rsidRDefault="00B93E72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14:paraId="53213F8A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14:paraId="7EE4883E" w14:textId="77777777" w:rsidTr="00260E8A">
        <w:tc>
          <w:tcPr>
            <w:tcW w:w="9497" w:type="dxa"/>
          </w:tcPr>
          <w:p w14:paraId="41DC8612" w14:textId="77777777"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102B05" w14:textId="77777777"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B4F276C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14:paraId="66A83472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14:paraId="5DF0EDED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14:paraId="204BA8FD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AC22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E4D00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1CB8C3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900C9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FE0BB" w14:textId="77777777"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06C2CD0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0169C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0197D" w14:textId="77777777"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C3777" w14:textId="77777777" w:rsidR="00B93E72" w:rsidRDefault="00B93E72" w:rsidP="00C16ABF">
      <w:pPr>
        <w:spacing w:after="0" w:line="240" w:lineRule="auto"/>
      </w:pPr>
      <w:r>
        <w:separator/>
      </w:r>
    </w:p>
  </w:endnote>
  <w:endnote w:type="continuationSeparator" w:id="0">
    <w:p w14:paraId="4B4CEB0D" w14:textId="77777777" w:rsidR="00B93E72" w:rsidRDefault="00B93E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93D20" w14:textId="77777777" w:rsidR="00B93E72" w:rsidRDefault="00B93E72" w:rsidP="00C16ABF">
      <w:pPr>
        <w:spacing w:after="0" w:line="240" w:lineRule="auto"/>
      </w:pPr>
      <w:r>
        <w:separator/>
      </w:r>
    </w:p>
  </w:footnote>
  <w:footnote w:type="continuationSeparator" w:id="0">
    <w:p w14:paraId="2105F97D" w14:textId="77777777" w:rsidR="00B93E72" w:rsidRDefault="00B93E72" w:rsidP="00C16ABF">
      <w:pPr>
        <w:spacing w:after="0" w:line="240" w:lineRule="auto"/>
      </w:pPr>
      <w:r>
        <w:continuationSeparator/>
      </w:r>
    </w:p>
  </w:footnote>
  <w:footnote w:id="1">
    <w:p w14:paraId="7F9CA43C" w14:textId="77777777"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4BCF"/>
    <w:rsid w:val="00305C92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F0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063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93E72"/>
    <w:rsid w:val="00BB3DB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BA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9FE69"/>
  <w15:docId w15:val="{D56AD074-18F9-4D77-ABFE-C752E5E5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76922-1C35-45B0-8BF6-A7BB35B2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18</cp:revision>
  <cp:lastPrinted>2019-02-06T12:12:00Z</cp:lastPrinted>
  <dcterms:created xsi:type="dcterms:W3CDTF">2020-01-28T11:47:00Z</dcterms:created>
  <dcterms:modified xsi:type="dcterms:W3CDTF">2022-10-03T09:34:00Z</dcterms:modified>
</cp:coreProperties>
</file>